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FF" w:rsidRDefault="002577FF">
      <w:r w:rsidRPr="007534EE">
        <w:rPr>
          <w:noProof/>
          <w:lang w:val="en-US"/>
        </w:rPr>
        <w:object w:dxaOrig="9236" w:dyaOrig="145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1" o:spid="_x0000_i1025" type="#_x0000_t75" style="width:462pt;height:729pt;visibility:visible" o:ole="">
            <v:imagedata r:id="rId4" o:title=""/>
            <o:lock v:ext="edit" aspectratio="f"/>
          </v:shape>
          <o:OLEObject Type="Embed" ProgID="Excel.Chart.8" ShapeID="Chart 1" DrawAspect="Content" ObjectID="_1456211278" r:id="rId5"/>
        </w:object>
      </w:r>
    </w:p>
    <w:sectPr w:rsidR="002577FF" w:rsidSect="00AF78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CB5"/>
    <w:rsid w:val="00056CB5"/>
    <w:rsid w:val="001506E1"/>
    <w:rsid w:val="002577FF"/>
    <w:rsid w:val="002C7A36"/>
    <w:rsid w:val="00583BAD"/>
    <w:rsid w:val="007534EE"/>
    <w:rsid w:val="00AC1CD6"/>
    <w:rsid w:val="00AF7895"/>
    <w:rsid w:val="00D00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95"/>
    <w:pPr>
      <w:spacing w:after="160" w:line="259" w:lineRule="auto"/>
    </w:pPr>
    <w:rPr>
      <w:lang w:val="en-I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56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6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</Words>
  <Characters>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Dun Doire</dc:creator>
  <cp:keywords/>
  <dc:description/>
  <cp:lastModifiedBy> </cp:lastModifiedBy>
  <cp:revision>2</cp:revision>
  <cp:lastPrinted>2014-03-12T21:09:00Z</cp:lastPrinted>
  <dcterms:created xsi:type="dcterms:W3CDTF">2014-03-13T10:22:00Z</dcterms:created>
  <dcterms:modified xsi:type="dcterms:W3CDTF">2014-03-13T10:22:00Z</dcterms:modified>
</cp:coreProperties>
</file>